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2835"/>
        <w:gridCol w:w="2694"/>
        <w:gridCol w:w="1559"/>
      </w:tblGrid>
      <w:tr w:rsidR="002D5181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2D5181" w:rsidRDefault="002D5181" w:rsidP="002D5181">
            <w:pPr>
              <w:ind w:left="3060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CE1D6E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</w:tc>
      </w:tr>
      <w:tr w:rsidR="002D5181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2D5181" w:rsidRDefault="002D5181" w:rsidP="002D5181">
            <w:pPr>
              <w:ind w:left="3060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827744">
            <w:pPr>
              <w:jc w:val="center"/>
              <w:rPr>
                <w:szCs w:val="28"/>
              </w:rPr>
            </w:pPr>
          </w:p>
        </w:tc>
      </w:tr>
      <w:tr w:rsidR="002D5181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2D5181" w:rsidRDefault="002D5181" w:rsidP="002D5181">
            <w:pPr>
              <w:ind w:left="3060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C02497" w:rsidP="00C024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</w:t>
            </w:r>
            <w:r w:rsidR="002D5181">
              <w:rPr>
                <w:szCs w:val="28"/>
              </w:rPr>
              <w:t>решени</w:t>
            </w:r>
            <w:r>
              <w:rPr>
                <w:szCs w:val="28"/>
              </w:rPr>
              <w:t>ю</w:t>
            </w:r>
            <w:r w:rsidR="002D5181">
              <w:rPr>
                <w:szCs w:val="28"/>
              </w:rPr>
              <w:t xml:space="preserve"> Думы</w:t>
            </w:r>
          </w:p>
        </w:tc>
      </w:tr>
      <w:tr w:rsidR="002D5181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F062D1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2D5181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2D5181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181" w:rsidRDefault="002D5181" w:rsidP="00580A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580A40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580A40">
              <w:rPr>
                <w:szCs w:val="28"/>
              </w:rPr>
              <w:t>278</w:t>
            </w:r>
          </w:p>
        </w:tc>
      </w:tr>
      <w:tr w:rsidR="00CE1D6E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jc w:val="center"/>
              <w:rPr>
                <w:szCs w:val="28"/>
              </w:rPr>
            </w:pPr>
          </w:p>
        </w:tc>
      </w:tr>
      <w:tr w:rsidR="00CE1D6E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jc w:val="center"/>
              <w:rPr>
                <w:szCs w:val="28"/>
              </w:rPr>
            </w:pPr>
          </w:p>
        </w:tc>
      </w:tr>
      <w:tr w:rsidR="00CE1D6E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5</w:t>
            </w:r>
          </w:p>
        </w:tc>
      </w:tr>
      <w:tr w:rsidR="00CE1D6E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1D6E" w:rsidRDefault="00CE1D6E" w:rsidP="00F062D1">
            <w:pPr>
              <w:jc w:val="center"/>
              <w:rPr>
                <w:szCs w:val="28"/>
              </w:rPr>
            </w:pPr>
          </w:p>
        </w:tc>
      </w:tr>
      <w:tr w:rsidR="00CE1D6E" w:rsidTr="00580A40">
        <w:trPr>
          <w:cantSplit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E1D6E" w:rsidRDefault="00CE1D6E" w:rsidP="005979DE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D6E" w:rsidRDefault="00CE1D6E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 w:rsidR="00827744">
              <w:rPr>
                <w:szCs w:val="28"/>
              </w:rPr>
              <w:t>Ы</w:t>
            </w:r>
            <w:r w:rsidR="00827744">
              <w:rPr>
                <w:szCs w:val="28"/>
              </w:rPr>
              <w:br/>
              <w:t>решением Думы</w:t>
            </w:r>
            <w:r w:rsidR="00827744">
              <w:rPr>
                <w:szCs w:val="28"/>
              </w:rPr>
              <w:br/>
            </w:r>
            <w:r>
              <w:rPr>
                <w:szCs w:val="28"/>
              </w:rPr>
              <w:t>м</w:t>
            </w:r>
            <w:r w:rsidR="00827744">
              <w:rPr>
                <w:szCs w:val="28"/>
              </w:rPr>
              <w:t>униципального образования</w:t>
            </w:r>
            <w:r w:rsidR="00827744">
              <w:rPr>
                <w:szCs w:val="28"/>
              </w:rPr>
              <w:br/>
              <w:t>город-курорт Геленджик</w:t>
            </w:r>
            <w:r w:rsidR="00827744">
              <w:rPr>
                <w:szCs w:val="28"/>
              </w:rPr>
              <w:br/>
            </w:r>
            <w:r>
              <w:rPr>
                <w:szCs w:val="28"/>
              </w:rPr>
              <w:t>от 20 декабря 2019 года №187</w:t>
            </w:r>
          </w:p>
          <w:p w:rsidR="00CE1D6E" w:rsidRDefault="00CE1D6E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CE1D6E" w:rsidRDefault="00CE1D6E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CE1D6E" w:rsidRDefault="00CE1D6E" w:rsidP="00580A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                                                            от</w:t>
            </w:r>
            <w:r w:rsidR="00580A40">
              <w:rPr>
                <w:szCs w:val="28"/>
              </w:rPr>
              <w:t xml:space="preserve"> 25 сентября 2020 года</w:t>
            </w:r>
            <w:r>
              <w:rPr>
                <w:szCs w:val="28"/>
              </w:rPr>
              <w:t xml:space="preserve"> № </w:t>
            </w:r>
            <w:r w:rsidR="00580A40">
              <w:rPr>
                <w:szCs w:val="28"/>
              </w:rPr>
              <w:t>278</w:t>
            </w:r>
            <w:r>
              <w:rPr>
                <w:szCs w:val="28"/>
              </w:rPr>
              <w:t>)</w:t>
            </w:r>
          </w:p>
        </w:tc>
      </w:tr>
      <w:tr w:rsidR="002D5181" w:rsidTr="00580A4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jc w:val="center"/>
              <w:rPr>
                <w:szCs w:val="28"/>
              </w:rPr>
            </w:pPr>
          </w:p>
          <w:p w:rsidR="00827744" w:rsidRDefault="00827744" w:rsidP="00F062D1">
            <w:pPr>
              <w:jc w:val="center"/>
              <w:rPr>
                <w:szCs w:val="28"/>
              </w:rPr>
            </w:pPr>
          </w:p>
        </w:tc>
      </w:tr>
      <w:tr w:rsidR="002D5181" w:rsidTr="00580A4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jc w:val="center"/>
              <w:rPr>
                <w:szCs w:val="28"/>
              </w:rPr>
            </w:pPr>
          </w:p>
        </w:tc>
      </w:tr>
      <w:tr w:rsidR="002D5181" w:rsidTr="00580A40">
        <w:trPr>
          <w:cantSplit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827744" w:rsidRDefault="002D5181" w:rsidP="00F062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БЕЗВОЗМЕЗДНЫЕ ПОСТУПЛЕНИЯ </w:t>
            </w:r>
          </w:p>
          <w:p w:rsidR="00827744" w:rsidRDefault="002D5181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других бюджетов бюджетной системы </w:t>
            </w:r>
          </w:p>
          <w:p w:rsidR="002D5181" w:rsidRDefault="002D5181" w:rsidP="008277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Российской Федерации в 2020 году</w:t>
            </w:r>
          </w:p>
        </w:tc>
      </w:tr>
      <w:tr w:rsidR="002D5181" w:rsidTr="00580A4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2D5181" w:rsidTr="00580A40">
        <w:trPr>
          <w:cantSplit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2D5181" w:rsidTr="00580A40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  <w:r>
              <w:t>Код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  <w: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  <w:r>
              <w:t>Сумма</w:t>
            </w:r>
          </w:p>
        </w:tc>
      </w:tr>
    </w:tbl>
    <w:p w:rsidR="002D5181" w:rsidRPr="002D5181" w:rsidRDefault="002D5181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142"/>
        <w:gridCol w:w="5812"/>
        <w:gridCol w:w="1275"/>
      </w:tblGrid>
      <w:tr w:rsidR="00F062D1" w:rsidTr="00827744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2 02 00000 00 0000 000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1 892 875,4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2 02 10000 00 0000 150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262 384,6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2 02 15001 00 0000 150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131 587,9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2 02 15001 04 0000 150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131 587,9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2 02 15002 00 0000 150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129 734,4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2 02 15002 04 0000 150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129 734,4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2 02 19999 00 0000 150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Прочие дотации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1 062,3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lastRenderedPageBreak/>
              <w:t>2 02 19999 04 0000 150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1 062,3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2 02 20000 00 0000 150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142 679,2</w:t>
            </w:r>
          </w:p>
        </w:tc>
      </w:tr>
      <w:tr w:rsidR="00827744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744" w:rsidRPr="00F062D1" w:rsidRDefault="00827744" w:rsidP="00F062D1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7744" w:rsidRPr="00F062D1" w:rsidRDefault="00827744" w:rsidP="00F062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7744" w:rsidRPr="00F062D1" w:rsidRDefault="00827744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2 02 20077 00 0000 150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Субсидии бюджетам на </w:t>
            </w:r>
            <w:proofErr w:type="spellStart"/>
            <w:r w:rsidRPr="00F062D1">
              <w:rPr>
                <w:sz w:val="24"/>
                <w:szCs w:val="24"/>
              </w:rPr>
              <w:t>софинансирование</w:t>
            </w:r>
            <w:proofErr w:type="spellEnd"/>
            <w:r w:rsidRPr="00F062D1">
              <w:rPr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46 130,4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2 02 20077 04 0000 150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Субсидии бюджетам городских округов на </w:t>
            </w:r>
            <w:r w:rsidR="00F062D1">
              <w:rPr>
                <w:sz w:val="24"/>
                <w:szCs w:val="24"/>
              </w:rPr>
              <w:t xml:space="preserve">     </w:t>
            </w:r>
            <w:proofErr w:type="spellStart"/>
            <w:r w:rsidRPr="00F062D1">
              <w:rPr>
                <w:sz w:val="24"/>
                <w:szCs w:val="24"/>
              </w:rPr>
              <w:t>софинансирование</w:t>
            </w:r>
            <w:proofErr w:type="spellEnd"/>
            <w:r w:rsidRPr="00F062D1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46 130,4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2 02 25299 00 0000 150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1 924,6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2 02 25299 04 0000 150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Субсидии бюджетам городских округов на </w:t>
            </w:r>
            <w:r w:rsidR="00F062D1">
              <w:rPr>
                <w:sz w:val="24"/>
                <w:szCs w:val="24"/>
              </w:rPr>
              <w:t xml:space="preserve">    </w:t>
            </w:r>
            <w:proofErr w:type="spellStart"/>
            <w:r w:rsidRPr="00F062D1">
              <w:rPr>
                <w:sz w:val="24"/>
                <w:szCs w:val="24"/>
              </w:rPr>
              <w:t>софинансирование</w:t>
            </w:r>
            <w:proofErr w:type="spellEnd"/>
            <w:r w:rsidRPr="00F062D1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1 924,6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277646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7646" w:rsidRPr="00F062D1" w:rsidRDefault="00277646" w:rsidP="00F062D1">
            <w:pPr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2 02 25304 00 0000 150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both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28 343,7</w:t>
            </w:r>
          </w:p>
        </w:tc>
      </w:tr>
      <w:tr w:rsidR="00277646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7646" w:rsidRPr="00F062D1" w:rsidRDefault="00277646" w:rsidP="00F062D1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277646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7646" w:rsidRPr="00F062D1" w:rsidRDefault="00277646" w:rsidP="00F062D1">
            <w:pPr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2 02 25304 04 0000 150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both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28 343,7</w:t>
            </w:r>
          </w:p>
        </w:tc>
      </w:tr>
      <w:tr w:rsidR="00277646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7646" w:rsidRPr="00F062D1" w:rsidRDefault="00277646" w:rsidP="00F062D1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46" w:rsidRPr="00F062D1" w:rsidRDefault="00277646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2 02 25467 00 0000 150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1 000,0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2 02 25467 04 0000 150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1 000,0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2 02 25497 00 0000 150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5 237,7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2 02 25497 04 0000 150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5 237,7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lastRenderedPageBreak/>
              <w:t>2 02 29999 00 0000 150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60 042,8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2 02 29999 04 0000 150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60 042,8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2 02 30000 00 0000 150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909 176,7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2 02 30024 00 0000 150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77646" w:rsidP="00F062D1">
            <w:pPr>
              <w:jc w:val="right"/>
              <w:rPr>
                <w:sz w:val="24"/>
                <w:szCs w:val="24"/>
              </w:rPr>
            </w:pPr>
            <w:r w:rsidRPr="00277646">
              <w:rPr>
                <w:sz w:val="24"/>
                <w:szCs w:val="24"/>
              </w:rPr>
              <w:t>857 332,8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2 02 30024 04 0000 150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857 332,8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2 02 30027 00 0000 150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36 116,2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2 02 30027 04 0000 150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36 116,2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2 02 30029 00 0000 150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10 979,1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2 02 30029 04 0000 150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10 979,1</w:t>
            </w:r>
          </w:p>
        </w:tc>
      </w:tr>
      <w:tr w:rsidR="00827744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744" w:rsidRPr="00F062D1" w:rsidRDefault="00827744" w:rsidP="00F062D1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7744" w:rsidRPr="00F062D1" w:rsidRDefault="00827744" w:rsidP="00F062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7744" w:rsidRPr="00F062D1" w:rsidRDefault="00827744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2 02 35082 00 0000 150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3 089,6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2 02 35082 04 0000 150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3 089,6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2 02 35120 00 0000 150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</w:t>
            </w:r>
            <w:r w:rsidRPr="00F062D1">
              <w:rPr>
                <w:sz w:val="24"/>
                <w:szCs w:val="24"/>
              </w:rPr>
              <w:lastRenderedPageBreak/>
              <w:t>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lastRenderedPageBreak/>
              <w:t>16,5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2 02 35120 04 0000 150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16,5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2 02 35469 00 0000 150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1 642,5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2 02 35469 04 0000 150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1 642,5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2 02 40000 00 0000 150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578 634,9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1D4EE2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EE2" w:rsidRPr="00F062D1" w:rsidRDefault="001D4EE2" w:rsidP="00F062D1">
            <w:pPr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2 02 45303 00 0000 150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both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13 436,6</w:t>
            </w:r>
          </w:p>
        </w:tc>
      </w:tr>
      <w:tr w:rsidR="001D4EE2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EE2" w:rsidRPr="00F062D1" w:rsidRDefault="001D4EE2" w:rsidP="00F062D1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1D4EE2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EE2" w:rsidRPr="00F062D1" w:rsidRDefault="001D4EE2" w:rsidP="00F062D1">
            <w:pPr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2 02 45303 04 0000 150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both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Межбюджетные трансферты бюджетам городских окру</w:t>
            </w:r>
            <w:r>
              <w:rPr>
                <w:sz w:val="24"/>
                <w:szCs w:val="24"/>
              </w:rPr>
              <w:t>гов на ежемесячное де</w:t>
            </w:r>
            <w:r w:rsidRPr="001D4EE2">
              <w:rPr>
                <w:sz w:val="24"/>
                <w:szCs w:val="24"/>
              </w:rPr>
              <w:t>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13 436,6</w:t>
            </w:r>
          </w:p>
        </w:tc>
      </w:tr>
      <w:tr w:rsidR="001D4EE2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4EE2" w:rsidRPr="00F062D1" w:rsidRDefault="001D4EE2" w:rsidP="00F062D1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EE2" w:rsidRPr="00F062D1" w:rsidRDefault="001D4EE2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2 02 45426 00 0000 150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Межбюджетные трансферты, передаваемые бюджетам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904B68" w:rsidP="00827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8277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D5181" w:rsidRPr="00F062D1">
              <w:rPr>
                <w:sz w:val="24"/>
                <w:szCs w:val="24"/>
              </w:rPr>
              <w:t>76 400,0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2 02 45426 04 0000 150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76 400,0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2 02 49999 00 0000 150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488 798,3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Pr="00F062D1" w:rsidRDefault="002D5181" w:rsidP="00F062D1">
            <w:pPr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2 02 49999 04 0000 150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F062D1" w:rsidRDefault="002D5181" w:rsidP="00827744">
            <w:pPr>
              <w:jc w:val="both"/>
              <w:rPr>
                <w:sz w:val="24"/>
                <w:szCs w:val="24"/>
              </w:rPr>
            </w:pPr>
            <w:r w:rsidRPr="00F062D1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Pr="00494E83" w:rsidRDefault="001D4EE2" w:rsidP="00F062D1">
            <w:pPr>
              <w:jc w:val="right"/>
              <w:rPr>
                <w:sz w:val="24"/>
                <w:szCs w:val="24"/>
              </w:rPr>
            </w:pPr>
            <w:r w:rsidRPr="001D4EE2">
              <w:rPr>
                <w:sz w:val="24"/>
                <w:szCs w:val="24"/>
              </w:rPr>
              <w:t>488 798,3</w:t>
            </w:r>
            <w:r w:rsidR="00827744" w:rsidRPr="00494E83">
              <w:rPr>
                <w:sz w:val="24"/>
                <w:szCs w:val="24"/>
              </w:rPr>
              <w:t>»</w:t>
            </w: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Default="002D5181" w:rsidP="00F062D1">
            <w:pPr>
              <w:rPr>
                <w:sz w:val="24"/>
                <w:szCs w:val="24"/>
              </w:rPr>
            </w:pPr>
            <w:r>
              <w:t xml:space="preserve">    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Default="002D5181" w:rsidP="00F062D1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Default="002D5181" w:rsidP="00F062D1">
            <w:pPr>
              <w:jc w:val="center"/>
              <w:rPr>
                <w:sz w:val="24"/>
                <w:szCs w:val="24"/>
              </w:rPr>
            </w:pPr>
          </w:p>
        </w:tc>
      </w:tr>
      <w:tr w:rsidR="00F062D1" w:rsidTr="00827744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5181" w:rsidRDefault="002D5181" w:rsidP="00F062D1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5181" w:rsidRDefault="002D5181" w:rsidP="00F062D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181" w:rsidRDefault="002D5181" w:rsidP="00F062D1">
            <w:pPr>
              <w:jc w:val="right"/>
              <w:rPr>
                <w:sz w:val="24"/>
                <w:szCs w:val="24"/>
              </w:rPr>
            </w:pPr>
          </w:p>
        </w:tc>
      </w:tr>
      <w:tr w:rsidR="002D5181" w:rsidTr="00827744">
        <w:trPr>
          <w:trHeight w:val="63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181" w:rsidRDefault="002D5181" w:rsidP="00F062D1">
            <w:pPr>
              <w:jc w:val="right"/>
              <w:rPr>
                <w:szCs w:val="28"/>
              </w:rPr>
            </w:pPr>
          </w:p>
        </w:tc>
      </w:tr>
      <w:tr w:rsidR="00827744" w:rsidTr="004374D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7744" w:rsidRDefault="00827744" w:rsidP="00580A40">
            <w:pPr>
              <w:rPr>
                <w:szCs w:val="28"/>
              </w:rPr>
            </w:pPr>
            <w:r>
              <w:rPr>
                <w:szCs w:val="28"/>
              </w:rPr>
              <w:t>город-курорт Геленджик                                                                 А.А. Богодистов</w:t>
            </w:r>
            <w:r w:rsidR="00DC2830">
              <w:rPr>
                <w:szCs w:val="28"/>
              </w:rPr>
              <w:t xml:space="preserve"> </w:t>
            </w:r>
          </w:p>
        </w:tc>
      </w:tr>
      <w:tr w:rsidR="00F062D1" w:rsidTr="00827744"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2D1" w:rsidTr="00827744"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181" w:rsidRDefault="002D5181" w:rsidP="00F062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00BB" w:rsidRPr="002D5181" w:rsidRDefault="002500BB" w:rsidP="002D5181">
      <w:bookmarkStart w:id="0" w:name="_GoBack"/>
      <w:bookmarkEnd w:id="0"/>
    </w:p>
    <w:sectPr w:rsidR="002500BB" w:rsidRPr="002D5181" w:rsidSect="002D518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2D1" w:rsidRDefault="00F062D1" w:rsidP="00E12559">
      <w:r>
        <w:separator/>
      </w:r>
    </w:p>
  </w:endnote>
  <w:endnote w:type="continuationSeparator" w:id="0">
    <w:p w:rsidR="00F062D1" w:rsidRDefault="00F062D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2D1" w:rsidRDefault="00F062D1" w:rsidP="00E12559">
      <w:r>
        <w:separator/>
      </w:r>
    </w:p>
  </w:footnote>
  <w:footnote w:type="continuationSeparator" w:id="0">
    <w:p w:rsidR="00F062D1" w:rsidRDefault="00F062D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F062D1" w:rsidRDefault="00F062D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8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062D1" w:rsidRDefault="00F062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8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4EE2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2C5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77646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5181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4E83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0A40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2774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C8F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4B6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2497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79F"/>
    <w:rsid w:val="00CC1F22"/>
    <w:rsid w:val="00CC7BF4"/>
    <w:rsid w:val="00CD60DA"/>
    <w:rsid w:val="00CD67E7"/>
    <w:rsid w:val="00CD6B64"/>
    <w:rsid w:val="00CE0E3D"/>
    <w:rsid w:val="00CE1D6E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332F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2830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062D1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ADF080E-A491-428B-BC71-EA422B4F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533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3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1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Admin-PC</cp:lastModifiedBy>
  <cp:revision>4</cp:revision>
  <cp:lastPrinted>2020-06-26T08:12:00Z</cp:lastPrinted>
  <dcterms:created xsi:type="dcterms:W3CDTF">2020-09-23T13:57:00Z</dcterms:created>
  <dcterms:modified xsi:type="dcterms:W3CDTF">2020-09-28T07:26:00Z</dcterms:modified>
</cp:coreProperties>
</file>